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8A9" w:rsidRPr="00377240" w:rsidRDefault="00377240" w:rsidP="00377240">
      <w:pPr>
        <w:tabs>
          <w:tab w:val="left" w:pos="6075"/>
        </w:tabs>
        <w:rPr>
          <w:rFonts w:ascii="Snap ITC" w:hAnsi="Snap ITC"/>
          <w:b/>
          <w:sz w:val="44"/>
          <w:szCs w:val="44"/>
        </w:rPr>
      </w:pPr>
      <w:r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anchor distT="0" distB="0" distL="114300" distR="114300" simplePos="0" relativeHeight="251658240" behindDoc="1" locked="0" layoutInCell="1" allowOverlap="1" wp14:anchorId="37C8533F" wp14:editId="1B2E7939">
            <wp:simplePos x="0" y="0"/>
            <wp:positionH relativeFrom="column">
              <wp:posOffset>2837815</wp:posOffset>
            </wp:positionH>
            <wp:positionV relativeFrom="paragraph">
              <wp:posOffset>-914400</wp:posOffset>
            </wp:positionV>
            <wp:extent cx="1647825" cy="1647825"/>
            <wp:effectExtent l="0" t="0" r="9525" b="9525"/>
            <wp:wrapTight wrapText="bothSides">
              <wp:wrapPolygon edited="0">
                <wp:start x="0" y="0"/>
                <wp:lineTo x="0" y="21475"/>
                <wp:lineTo x="21475" y="21475"/>
                <wp:lineTo x="21475" y="0"/>
                <wp:lineTo x="0" y="0"/>
              </wp:wrapPolygon>
            </wp:wrapTight>
            <wp:docPr id="1" name="rg_hi" descr="http://t2.gstatic.com/images?q=tbn:ANd9GcQCpNq2HcUwSsd2dWcO9VeQQ-VOjNEzUxwnQgeSXpFUgdYTJw0b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CpNq2HcUwSsd2dWcO9VeQQ-VOjNEzUxwnQgeSXpFUgdYTJw0b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0EC0" w:rsidRPr="00377240">
        <w:rPr>
          <w:rFonts w:ascii="Snap ITC" w:hAnsi="Snap ITC"/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</w:t>
      </w:r>
      <w:r w:rsidR="00BE0EC0" w:rsidRPr="00377240">
        <w:rPr>
          <w:rFonts w:ascii="Snap ITC" w:hAnsi="Snap ITC"/>
          <w:b/>
          <w:sz w:val="44"/>
          <w:szCs w:val="44"/>
        </w:rPr>
        <w:t>eam Leader</w:t>
      </w:r>
      <w:r>
        <w:rPr>
          <w:rFonts w:ascii="Snap ITC" w:hAnsi="Snap ITC"/>
          <w:b/>
          <w:sz w:val="44"/>
          <w:szCs w:val="44"/>
        </w:rPr>
        <w:tab/>
      </w:r>
    </w:p>
    <w:p w:rsidR="00BE0EC0" w:rsidRPr="00377240" w:rsidRDefault="00BE0EC0" w:rsidP="00377240">
      <w:pPr>
        <w:rPr>
          <w:rFonts w:ascii="Snap ITC" w:hAnsi="Snap ITC"/>
          <w:b/>
          <w:sz w:val="44"/>
          <w:szCs w:val="44"/>
        </w:rPr>
      </w:pPr>
      <w:r w:rsidRPr="00377240">
        <w:rPr>
          <w:rFonts w:ascii="Snap ITC" w:hAnsi="Snap ITC"/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U</w:t>
      </w:r>
      <w:r w:rsidRPr="00377240">
        <w:rPr>
          <w:rFonts w:ascii="Snap ITC" w:hAnsi="Snap ITC"/>
          <w:b/>
          <w:sz w:val="44"/>
          <w:szCs w:val="44"/>
        </w:rPr>
        <w:t>nderstandable</w:t>
      </w:r>
    </w:p>
    <w:p w:rsidR="00BE0EC0" w:rsidRPr="00377240" w:rsidRDefault="00BE0EC0" w:rsidP="00377240">
      <w:pPr>
        <w:rPr>
          <w:rFonts w:ascii="Snap ITC" w:hAnsi="Snap ITC"/>
          <w:b/>
          <w:sz w:val="44"/>
          <w:szCs w:val="44"/>
        </w:rPr>
      </w:pPr>
      <w:r w:rsidRPr="00377240">
        <w:rPr>
          <w:rFonts w:ascii="Snap ITC" w:hAnsi="Snap ITC"/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</w:t>
      </w:r>
      <w:r w:rsidRPr="00377240">
        <w:rPr>
          <w:rFonts w:ascii="Snap ITC" w:hAnsi="Snap ITC"/>
          <w:b/>
          <w:sz w:val="44"/>
          <w:szCs w:val="44"/>
        </w:rPr>
        <w:t>agnificent</w:t>
      </w:r>
    </w:p>
    <w:p w:rsidR="00BE0EC0" w:rsidRPr="00377240" w:rsidRDefault="00BE0EC0" w:rsidP="00377240">
      <w:pPr>
        <w:rPr>
          <w:rFonts w:ascii="Snap ITC" w:hAnsi="Snap ITC"/>
          <w:b/>
          <w:sz w:val="44"/>
          <w:szCs w:val="44"/>
        </w:rPr>
      </w:pPr>
      <w:r w:rsidRPr="00377240">
        <w:rPr>
          <w:rFonts w:ascii="Snap ITC" w:hAnsi="Snap ITC"/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</w:t>
      </w:r>
      <w:r w:rsidR="006E23F6" w:rsidRPr="00377240">
        <w:rPr>
          <w:rFonts w:ascii="Snap ITC" w:hAnsi="Snap ITC"/>
          <w:b/>
          <w:sz w:val="44"/>
          <w:szCs w:val="44"/>
        </w:rPr>
        <w:t>utstanding L</w:t>
      </w:r>
      <w:r w:rsidRPr="00377240">
        <w:rPr>
          <w:rFonts w:ascii="Snap ITC" w:hAnsi="Snap ITC"/>
          <w:b/>
          <w:sz w:val="44"/>
          <w:szCs w:val="44"/>
        </w:rPr>
        <w:t>eader</w:t>
      </w:r>
    </w:p>
    <w:p w:rsidR="00BE0EC0" w:rsidRPr="00377240" w:rsidRDefault="00BE0EC0" w:rsidP="00377240">
      <w:pPr>
        <w:rPr>
          <w:rFonts w:ascii="Snap ITC" w:hAnsi="Snap ITC"/>
          <w:b/>
          <w:sz w:val="44"/>
          <w:szCs w:val="44"/>
        </w:rPr>
      </w:pPr>
      <w:r w:rsidRPr="00377240">
        <w:rPr>
          <w:rFonts w:ascii="Snap ITC" w:hAnsi="Snap ITC"/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</w:t>
      </w:r>
      <w:r w:rsidRPr="00377240">
        <w:rPr>
          <w:rFonts w:ascii="Snap ITC" w:hAnsi="Snap ITC"/>
          <w:b/>
          <w:sz w:val="44"/>
          <w:szCs w:val="44"/>
        </w:rPr>
        <w:t>mazing</w:t>
      </w:r>
    </w:p>
    <w:p w:rsidR="00BE0EC0" w:rsidRPr="00377240" w:rsidRDefault="00BE0EC0" w:rsidP="00377240">
      <w:pPr>
        <w:rPr>
          <w:rFonts w:ascii="Snap ITC" w:hAnsi="Snap ITC"/>
          <w:b/>
          <w:sz w:val="44"/>
          <w:szCs w:val="44"/>
        </w:rPr>
      </w:pPr>
      <w:r w:rsidRPr="00377240">
        <w:rPr>
          <w:rFonts w:ascii="Snap ITC" w:hAnsi="Snap ITC"/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N</w:t>
      </w:r>
      <w:r w:rsidR="006E23F6" w:rsidRPr="00377240">
        <w:rPr>
          <w:rFonts w:ascii="Snap ITC" w:hAnsi="Snap ITC"/>
          <w:b/>
          <w:sz w:val="44"/>
          <w:szCs w:val="44"/>
        </w:rPr>
        <w:t>aturally S</w:t>
      </w:r>
      <w:r w:rsidRPr="00377240">
        <w:rPr>
          <w:rFonts w:ascii="Snap ITC" w:hAnsi="Snap ITC"/>
          <w:b/>
          <w:sz w:val="44"/>
          <w:szCs w:val="44"/>
        </w:rPr>
        <w:t>killed</w:t>
      </w:r>
    </w:p>
    <w:p w:rsidR="00BE0EC0" w:rsidRPr="00377240" w:rsidRDefault="00BE0EC0" w:rsidP="00377240">
      <w:pPr>
        <w:rPr>
          <w:rFonts w:ascii="Snap ITC" w:hAnsi="Snap ITC"/>
          <w:b/>
          <w:sz w:val="44"/>
          <w:szCs w:val="44"/>
        </w:rPr>
      </w:pPr>
      <w:r w:rsidRPr="00377240">
        <w:rPr>
          <w:rFonts w:ascii="Snap ITC" w:hAnsi="Snap ITC"/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</w:t>
      </w:r>
      <w:r w:rsidR="006E23F6" w:rsidRPr="00377240">
        <w:rPr>
          <w:rFonts w:ascii="Snap ITC" w:hAnsi="Snap ITC"/>
          <w:b/>
          <w:sz w:val="44"/>
          <w:szCs w:val="44"/>
        </w:rPr>
        <w:t>wesome Basketball Player</w:t>
      </w:r>
    </w:p>
    <w:p w:rsidR="00BE0EC0" w:rsidRPr="00377240" w:rsidRDefault="00BE0EC0" w:rsidP="00377240">
      <w:pPr>
        <w:rPr>
          <w:rFonts w:ascii="Snap ITC" w:hAnsi="Snap ITC"/>
          <w:b/>
          <w:sz w:val="44"/>
          <w:szCs w:val="44"/>
        </w:rPr>
      </w:pPr>
    </w:p>
    <w:p w:rsidR="00BE0EC0" w:rsidRPr="00377240" w:rsidRDefault="00BE0EC0" w:rsidP="00377240">
      <w:pPr>
        <w:rPr>
          <w:rFonts w:ascii="Snap ITC" w:hAnsi="Snap ITC"/>
          <w:b/>
          <w:sz w:val="44"/>
          <w:szCs w:val="44"/>
        </w:rPr>
      </w:pPr>
      <w:r w:rsidRPr="00377240">
        <w:rPr>
          <w:rFonts w:ascii="Snap ITC" w:hAnsi="Snap ITC"/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</w:t>
      </w:r>
      <w:r w:rsidR="006E23F6" w:rsidRPr="00377240">
        <w:rPr>
          <w:rFonts w:ascii="Snap ITC" w:hAnsi="Snap ITC"/>
          <w:b/>
          <w:sz w:val="44"/>
          <w:szCs w:val="44"/>
        </w:rPr>
        <w:t>otential Star</w:t>
      </w:r>
    </w:p>
    <w:p w:rsidR="00BE0EC0" w:rsidRPr="00377240" w:rsidRDefault="00BE0EC0" w:rsidP="00377240">
      <w:pPr>
        <w:rPr>
          <w:rFonts w:ascii="Snap ITC" w:hAnsi="Snap ITC"/>
          <w:b/>
          <w:sz w:val="44"/>
          <w:szCs w:val="44"/>
        </w:rPr>
      </w:pPr>
      <w:r w:rsidRPr="00377240">
        <w:rPr>
          <w:rFonts w:ascii="Snap ITC" w:hAnsi="Snap ITC"/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</w:t>
      </w:r>
      <w:r w:rsidR="006E23F6" w:rsidRPr="00377240">
        <w:rPr>
          <w:rFonts w:ascii="Snap ITC" w:hAnsi="Snap ITC"/>
          <w:b/>
          <w:sz w:val="44"/>
          <w:szCs w:val="44"/>
        </w:rPr>
        <w:t>bsessed With Rugby</w:t>
      </w:r>
    </w:p>
    <w:p w:rsidR="00377240" w:rsidRPr="00377240" w:rsidRDefault="00377240" w:rsidP="00377240">
      <w:pPr>
        <w:rPr>
          <w:rFonts w:ascii="Snap ITC" w:hAnsi="Snap ITC"/>
          <w:b/>
          <w:color w:val="000000" w:themeColor="text1"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377240">
        <w:rPr>
          <w:rFonts w:ascii="Snap ITC" w:hAnsi="Snap ITC"/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</w:t>
      </w:r>
      <w:r w:rsidRPr="00377240">
        <w:rPr>
          <w:rFonts w:ascii="Snap ITC" w:hAnsi="Snap ITC"/>
          <w:b/>
          <w:color w:val="000000" w:themeColor="text1"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stonishing</w:t>
      </w:r>
    </w:p>
    <w:p w:rsidR="00BE0EC0" w:rsidRPr="00377240" w:rsidRDefault="00BE0EC0" w:rsidP="00377240">
      <w:pPr>
        <w:rPr>
          <w:rFonts w:ascii="Snap ITC" w:hAnsi="Snap ITC"/>
          <w:b/>
          <w:sz w:val="44"/>
          <w:szCs w:val="44"/>
        </w:rPr>
      </w:pPr>
      <w:r w:rsidRPr="00377240">
        <w:rPr>
          <w:rFonts w:ascii="Snap ITC" w:hAnsi="Snap ITC"/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</w:t>
      </w:r>
      <w:r w:rsidR="006E23F6" w:rsidRPr="00377240">
        <w:rPr>
          <w:rFonts w:ascii="Snap ITC" w:hAnsi="Snap ITC"/>
          <w:b/>
          <w:sz w:val="44"/>
          <w:szCs w:val="44"/>
        </w:rPr>
        <w:t>alented</w:t>
      </w:r>
    </w:p>
    <w:p w:rsidR="00BE0EC0" w:rsidRPr="00377240" w:rsidRDefault="00BE0EC0" w:rsidP="00377240">
      <w:pPr>
        <w:rPr>
          <w:rFonts w:ascii="Snap ITC" w:hAnsi="Snap ITC"/>
          <w:b/>
          <w:color w:val="000000" w:themeColor="text1"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377240">
        <w:rPr>
          <w:rFonts w:ascii="Snap ITC" w:hAnsi="Snap ITC"/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</w:t>
      </w:r>
      <w:r w:rsidR="00377240" w:rsidRPr="00377240">
        <w:rPr>
          <w:rFonts w:ascii="Snap ITC" w:hAnsi="Snap ITC"/>
          <w:b/>
          <w:color w:val="000000" w:themeColor="text1"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dvanced With Everything</w:t>
      </w:r>
    </w:p>
    <w:sectPr w:rsidR="00BE0EC0" w:rsidRPr="003772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240" w:rsidRDefault="00377240" w:rsidP="00377240">
      <w:pPr>
        <w:spacing w:after="0" w:line="240" w:lineRule="auto"/>
      </w:pPr>
      <w:r>
        <w:separator/>
      </w:r>
    </w:p>
  </w:endnote>
  <w:endnote w:type="continuationSeparator" w:id="0">
    <w:p w:rsidR="00377240" w:rsidRDefault="00377240" w:rsidP="00377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240" w:rsidRDefault="003772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240" w:rsidRDefault="0037724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240" w:rsidRDefault="003772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240" w:rsidRDefault="00377240" w:rsidP="00377240">
      <w:pPr>
        <w:spacing w:after="0" w:line="240" w:lineRule="auto"/>
      </w:pPr>
      <w:r>
        <w:separator/>
      </w:r>
    </w:p>
  </w:footnote>
  <w:footnote w:type="continuationSeparator" w:id="0">
    <w:p w:rsidR="00377240" w:rsidRDefault="00377240" w:rsidP="00377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240" w:rsidRDefault="003772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240" w:rsidRPr="00B47853" w:rsidRDefault="00B47853" w:rsidP="00B47853">
    <w:pPr>
      <w:pStyle w:val="Header"/>
    </w:pPr>
    <w:bookmarkStart w:id="0" w:name="_GoBack"/>
    <w:bookmarkEnd w:id="0"/>
    <w:r>
      <w:rPr>
        <w:rFonts w:ascii="Arial" w:hAnsi="Arial" w:cs="Arial"/>
        <w:noProof/>
        <w:color w:val="1122CC"/>
        <w:sz w:val="27"/>
        <w:szCs w:val="27"/>
        <w:lang w:eastAsia="en-N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4664710</wp:posOffset>
          </wp:positionH>
          <wp:positionV relativeFrom="paragraph">
            <wp:posOffset>-1905</wp:posOffset>
          </wp:positionV>
          <wp:extent cx="1749425" cy="2324100"/>
          <wp:effectExtent l="0" t="0" r="3175" b="0"/>
          <wp:wrapTight wrapText="bothSides">
            <wp:wrapPolygon edited="0">
              <wp:start x="0" y="0"/>
              <wp:lineTo x="0" y="21423"/>
              <wp:lineTo x="21404" y="21423"/>
              <wp:lineTo x="21404" y="0"/>
              <wp:lineTo x="0" y="0"/>
            </wp:wrapPolygon>
          </wp:wrapTight>
          <wp:docPr id="2" name="rg_hi" descr="http://t0.gstatic.com/images?q=tbn:ANd9GcS7mT2nCHCSY4A8w0Xi6dkg6JkOLzDZ86LSD6gdLgbCpG5kAZOa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_hi" descr="http://t0.gstatic.com/images?q=tbn:ANd9GcS7mT2nCHCSY4A8w0Xi6dkg6JkOLzDZ86LSD6gdLgbCpG5kAZOa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9425" cy="232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240" w:rsidRDefault="003772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EC0"/>
    <w:rsid w:val="00377240"/>
    <w:rsid w:val="006E23F6"/>
    <w:rsid w:val="00B47853"/>
    <w:rsid w:val="00BE0EC0"/>
    <w:rsid w:val="00E9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7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2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772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7240"/>
  </w:style>
  <w:style w:type="paragraph" w:styleId="Footer">
    <w:name w:val="footer"/>
    <w:basedOn w:val="Normal"/>
    <w:link w:val="FooterChar"/>
    <w:uiPriority w:val="99"/>
    <w:unhideWhenUsed/>
    <w:rsid w:val="003772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72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7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2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772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7240"/>
  </w:style>
  <w:style w:type="paragraph" w:styleId="Footer">
    <w:name w:val="footer"/>
    <w:basedOn w:val="Normal"/>
    <w:link w:val="FooterChar"/>
    <w:uiPriority w:val="99"/>
    <w:unhideWhenUsed/>
    <w:rsid w:val="003772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7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nz/imgres?q=rugby+ball&amp;start=236&amp;um=1&amp;hl=en&amp;safe=active&amp;sa=N&amp;rlz=1W1ADRA_enNZ421&amp;biw=1680&amp;bih=822&amp;tbm=isch&amp;tbnid=LHDCS2ratM4xLM:&amp;imgrefurl=http://kilbirniesports.co.nz/shop/adidas-top-training-rugby-ball&amp;docid=GW5DSNoelGcVXM&amp;imgurl=http://kilbirniesports.co.nz/shop/image/cache/data/Adidas%2520Top%2520Training%2520Rugby%2520Ball-500x500.jpg&amp;w=500&amp;h=500&amp;ei=k8RkUPaOPKqhiAfOtoCIBw&amp;zoom=1&amp;iact=hc&amp;vpx=555&amp;vpy=126&amp;dur=328&amp;hovh=225&amp;hovw=225&amp;tx=116&amp;ty=122&amp;sig=110782260082069351678&amp;page=7&amp;tbnh=145&amp;tbnw=145&amp;ndsp=40&amp;ved=1t:429,r:10,s:236,i:163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http://www.google.co.nz/imgres?q=rugby+posts&amp;um=1&amp;hl=en&amp;safe=active&amp;sa=N&amp;qscrl=1&amp;nord=1&amp;rlz=1T4ADRA_enNZ421&amp;biw=1680&amp;bih=822&amp;tbm=isch&amp;tbnid=f0CM7nKlobMhuM:&amp;imgrefurl=http://www.keyimagery.com/stock-images/stock-image/9351/goal-posts-at-a-rugby-game-stock-photo&amp;docid=JOoZ1dbxnEd2iM&amp;imgurl=http://www.keyimagery.com/media/members/1/thumbnails/goal-posts-at-a-rugby-game-keyimagery_9351_350x350.JPG&amp;w=263&amp;h=350&amp;ei=3cRkULHILImPiAff4YGYBA&amp;zoom=1&amp;iact=hc&amp;vpx=300&amp;vpy=314&amp;dur=1906&amp;hovh=259&amp;hovw=195&amp;tx=112&amp;ty=134&amp;sig=110782260082069351678&amp;page=1&amp;tbnh=145&amp;tbnw=115&amp;start=0&amp;ndsp=40&amp;ved=1t:429,r:21,s:0,i:1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B1F8D-F7E2-494A-B506-397A068ED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5A87EB65</Template>
  <TotalTime>35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3</cp:revision>
  <dcterms:created xsi:type="dcterms:W3CDTF">2012-09-27T20:54:00Z</dcterms:created>
  <dcterms:modified xsi:type="dcterms:W3CDTF">2012-09-27T21:29:00Z</dcterms:modified>
</cp:coreProperties>
</file>